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59769" w14:textId="04EBE8E6" w:rsidR="0098592E" w:rsidRPr="00B36526" w:rsidRDefault="0098592E" w:rsidP="0098592E">
      <w:pPr>
        <w:jc w:val="center"/>
        <w:rPr>
          <w:rFonts w:ascii="Times" w:hAnsi="Times"/>
          <w:b/>
        </w:rPr>
      </w:pPr>
      <w:r w:rsidRPr="00B36526">
        <w:rPr>
          <w:rFonts w:ascii="Times" w:hAnsi="Times"/>
          <w:b/>
        </w:rPr>
        <w:t>MODULO</w:t>
      </w:r>
      <w:r w:rsidR="007D25D2">
        <w:rPr>
          <w:rFonts w:ascii="Times" w:hAnsi="Times"/>
          <w:b/>
        </w:rPr>
        <w:t xml:space="preserve"> 2 -</w:t>
      </w:r>
      <w:r w:rsidRPr="00B36526">
        <w:rPr>
          <w:rFonts w:ascii="Times" w:hAnsi="Times"/>
          <w:b/>
        </w:rPr>
        <w:t xml:space="preserve"> TRACCIABILITA’ FLUSSI FINANZIARI</w:t>
      </w:r>
    </w:p>
    <w:p w14:paraId="203E4F31" w14:textId="77777777" w:rsidR="005A5A56" w:rsidRPr="002F45D5" w:rsidRDefault="0098592E" w:rsidP="0098592E">
      <w:pPr>
        <w:jc w:val="center"/>
        <w:rPr>
          <w:rFonts w:ascii="Arial" w:hAnsi="Arial"/>
        </w:rPr>
      </w:pPr>
      <w:r w:rsidRPr="00B36526">
        <w:rPr>
          <w:rFonts w:ascii="Times" w:hAnsi="Times"/>
          <w:b/>
        </w:rPr>
        <w:t xml:space="preserve">AI SENSI DELLA LEGGE 136/2010 </w:t>
      </w:r>
    </w:p>
    <w:p w14:paraId="1170DF8C" w14:textId="77777777" w:rsidR="00101AFB" w:rsidRPr="002F45D5" w:rsidRDefault="00101AFB" w:rsidP="005A5A56">
      <w:pPr>
        <w:pStyle w:val="sche3"/>
        <w:rPr>
          <w:rFonts w:ascii="Arial" w:hAnsi="Arial"/>
          <w:lang w:val="it-IT"/>
        </w:rPr>
      </w:pPr>
    </w:p>
    <w:p w14:paraId="431B14D7" w14:textId="4DE3BC67" w:rsidR="007D25D2" w:rsidRPr="007D25D2" w:rsidRDefault="007D25D2" w:rsidP="007D25D2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aps/>
          <w:lang w:val="it-IT"/>
        </w:rPr>
      </w:pPr>
      <w:r w:rsidRPr="007D25D2">
        <w:rPr>
          <w:rFonts w:ascii="Arial" w:hAnsi="Arial" w:cs="Arial"/>
          <w:b/>
          <w:caps/>
          <w:lang w:val="it-IT"/>
        </w:rPr>
        <w:t>OGGETTO: “SERVIZIO DI MANUTENZIONE DEL VERDE PUBBLICO NEI CENTRI ABITATI DI MELENDUGNO E BORGAGNE E NELLA FRAZIONI DI TORRE DELL'ORSO, ROCA, SAN FOCA, SANT'ANDREA, TORRE SARACENA, TORRE SPECCHIA E AREE A VERDE NEI PLESSI SCOLASTICI COMUNALI”_ durata tre anni</w:t>
      </w:r>
    </w:p>
    <w:p w14:paraId="64F58477" w14:textId="4FBF93E4" w:rsidR="007D25D2" w:rsidRPr="002F45D5" w:rsidRDefault="007D25D2" w:rsidP="007D25D2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16"/>
          <w:szCs w:val="16"/>
          <w:lang w:val="it-IT"/>
        </w:rPr>
      </w:pPr>
      <w:r w:rsidRPr="007D25D2">
        <w:rPr>
          <w:rFonts w:ascii="Arial" w:hAnsi="Arial" w:cs="Arial"/>
          <w:b/>
          <w:caps/>
          <w:lang w:val="it-IT"/>
        </w:rPr>
        <w:t xml:space="preserve">CUP J79I24000740004 </w:t>
      </w:r>
      <w:r w:rsidR="005000AB">
        <w:rPr>
          <w:b/>
          <w:bCs/>
        </w:rPr>
        <w:t>_</w:t>
      </w:r>
      <w:bookmarkStart w:id="0" w:name="_GoBack"/>
      <w:r w:rsidR="005000AB" w:rsidRPr="005000AB">
        <w:rPr>
          <w:rFonts w:ascii="Arial" w:hAnsi="Arial" w:cs="Arial"/>
          <w:b/>
          <w:caps/>
          <w:lang w:val="it-IT"/>
        </w:rPr>
        <w:t>CIG B2E09D0771</w:t>
      </w:r>
      <w:r w:rsidR="005000AB">
        <w:rPr>
          <w:b/>
          <w:bCs/>
        </w:rPr>
        <w:t xml:space="preserve">  </w:t>
      </w:r>
      <w:r w:rsidR="005000AB">
        <w:t xml:space="preserve"> </w:t>
      </w:r>
      <w:r w:rsidRPr="007D25D2">
        <w:rPr>
          <w:rFonts w:ascii="Arial" w:hAnsi="Arial" w:cs="Arial"/>
          <w:b/>
          <w:caps/>
          <w:lang w:val="it-IT"/>
        </w:rPr>
        <w:t xml:space="preserve">  </w:t>
      </w:r>
      <w:bookmarkEnd w:id="0"/>
    </w:p>
    <w:p w14:paraId="22E88504" w14:textId="77777777" w:rsidR="00CD5328" w:rsidRPr="002F45D5" w:rsidRDefault="00CD5328" w:rsidP="005A5A56">
      <w:pPr>
        <w:pStyle w:val="sche3"/>
        <w:rPr>
          <w:rFonts w:ascii="Arial" w:hAnsi="Arial"/>
          <w:lang w:val="it-IT"/>
        </w:rPr>
      </w:pPr>
    </w:p>
    <w:p w14:paraId="4D43BF7F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Il sottoscritto ………………………………………………………………………</w:t>
      </w:r>
      <w:r w:rsidR="00292BA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</w:t>
      </w:r>
      <w:r w:rsidR="005515B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………………</w:t>
      </w:r>
      <w:proofErr w:type="gramStart"/>
      <w:r w:rsidRPr="002F45D5">
        <w:rPr>
          <w:rFonts w:ascii="Arial" w:hAnsi="Arial"/>
          <w:lang w:val="it-IT"/>
        </w:rPr>
        <w:t>…….</w:t>
      </w:r>
      <w:proofErr w:type="gramEnd"/>
      <w:r w:rsidRPr="002F45D5">
        <w:rPr>
          <w:rFonts w:ascii="Arial" w:hAnsi="Arial"/>
          <w:lang w:val="it-IT"/>
        </w:rPr>
        <w:t>………… nato il 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5515BE" w:rsidRPr="002F45D5">
        <w:rPr>
          <w:rFonts w:ascii="Arial" w:hAnsi="Arial"/>
          <w:lang w:val="it-IT"/>
        </w:rPr>
        <w:t>.</w:t>
      </w:r>
      <w:proofErr w:type="gramEnd"/>
      <w:r w:rsidR="005515BE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</w:t>
      </w:r>
      <w:r w:rsidR="00E16F3A" w:rsidRPr="002F45D5">
        <w:rPr>
          <w:rFonts w:ascii="Arial" w:hAnsi="Arial"/>
          <w:lang w:val="it-IT"/>
        </w:rPr>
        <w:t>...</w:t>
      </w:r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…</w:t>
      </w:r>
      <w:r w:rsidRPr="002F45D5">
        <w:rPr>
          <w:rFonts w:ascii="Arial" w:hAnsi="Arial"/>
          <w:lang w:val="it-IT"/>
        </w:rPr>
        <w:t>…….. a 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5515BE" w:rsidRPr="002F45D5">
        <w:rPr>
          <w:rFonts w:ascii="Arial" w:hAnsi="Arial"/>
          <w:lang w:val="it-IT"/>
        </w:rPr>
        <w:t>.</w:t>
      </w:r>
      <w:proofErr w:type="gramEnd"/>
      <w:r w:rsidR="005515BE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</w:t>
      </w:r>
      <w:r w:rsidR="005515BE" w:rsidRPr="002F45D5">
        <w:rPr>
          <w:rFonts w:ascii="Arial" w:hAnsi="Arial"/>
          <w:lang w:val="it-IT"/>
        </w:rPr>
        <w:t>…</w:t>
      </w:r>
      <w:r w:rsidRPr="002F45D5">
        <w:rPr>
          <w:rFonts w:ascii="Arial" w:hAnsi="Arial"/>
          <w:lang w:val="it-IT"/>
        </w:rPr>
        <w:t>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..……………………………. (prov. …</w:t>
      </w:r>
      <w:r w:rsidR="005515BE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…..)</w:t>
      </w:r>
    </w:p>
    <w:p w14:paraId="3B164B32" w14:textId="77777777" w:rsidR="002632D4" w:rsidRPr="002F45D5" w:rsidRDefault="002632D4" w:rsidP="00D728F4">
      <w:pPr>
        <w:spacing w:line="360" w:lineRule="auto"/>
        <w:rPr>
          <w:rFonts w:ascii="Arial" w:hAnsi="Arial" w:cs="Arial"/>
        </w:rPr>
      </w:pPr>
      <w:r w:rsidRPr="002F45D5">
        <w:rPr>
          <w:rFonts w:ascii="Arial" w:hAnsi="Arial" w:cs="Arial"/>
          <w:sz w:val="20"/>
          <w:szCs w:val="20"/>
        </w:rPr>
        <w:t>Codice Fiscale</w:t>
      </w:r>
      <w:r w:rsidRPr="002F45D5">
        <w:rPr>
          <w:rFonts w:ascii="Arial" w:hAnsi="Arial" w:cs="Arial"/>
          <w:sz w:val="20"/>
          <w:szCs w:val="20"/>
        </w:rPr>
        <w:tab/>
      </w:r>
      <w:r w:rsidRPr="002F45D5">
        <w:rPr>
          <w:rFonts w:ascii="Arial" w:hAnsi="Arial" w:cs="Arial"/>
          <w:sz w:val="20"/>
          <w:szCs w:val="20"/>
        </w:rPr>
        <w:tab/>
      </w:r>
      <w:r w:rsidR="005515BE" w:rsidRPr="002F45D5">
        <w:rPr>
          <w:rFonts w:ascii="Arial" w:hAnsi="Arial" w:cs="Arial"/>
          <w:sz w:val="20"/>
          <w:szCs w:val="20"/>
        </w:rPr>
        <w:tab/>
        <w:t xml:space="preserve">        </w:t>
      </w:r>
      <w:r w:rsidRPr="002F45D5">
        <w:rPr>
          <w:rFonts w:ascii="Arial" w:hAnsi="Arial" w:cs="Arial"/>
        </w:rPr>
        <w:t>|___|___|___|___|___|___|___|___|___|___|___|___|___|___|___|___|</w:t>
      </w:r>
    </w:p>
    <w:p w14:paraId="614F91C2" w14:textId="77777777" w:rsidR="002632D4" w:rsidRPr="002F45D5" w:rsidRDefault="002632D4" w:rsidP="00D728F4">
      <w:pPr>
        <w:spacing w:line="360" w:lineRule="auto"/>
        <w:rPr>
          <w:rFonts w:ascii="Arial" w:hAnsi="Arial"/>
          <w:sz w:val="20"/>
          <w:szCs w:val="20"/>
        </w:rPr>
      </w:pPr>
      <w:r w:rsidRPr="002F45D5">
        <w:rPr>
          <w:rFonts w:ascii="Arial" w:hAnsi="Arial"/>
          <w:sz w:val="20"/>
          <w:szCs w:val="20"/>
        </w:rPr>
        <w:t>residente a ……………</w:t>
      </w:r>
      <w:proofErr w:type="gramStart"/>
      <w:r w:rsidRPr="002F45D5">
        <w:rPr>
          <w:rFonts w:ascii="Arial" w:hAnsi="Arial"/>
          <w:sz w:val="20"/>
          <w:szCs w:val="20"/>
        </w:rPr>
        <w:t>……</w:t>
      </w:r>
      <w:r w:rsidR="005515BE" w:rsidRPr="002F45D5">
        <w:rPr>
          <w:rFonts w:ascii="Arial" w:hAnsi="Arial"/>
          <w:sz w:val="20"/>
          <w:szCs w:val="20"/>
        </w:rPr>
        <w:t>.</w:t>
      </w:r>
      <w:proofErr w:type="gramEnd"/>
      <w:r w:rsidR="005515BE" w:rsidRPr="002F45D5">
        <w:rPr>
          <w:rFonts w:ascii="Arial" w:hAnsi="Arial"/>
          <w:sz w:val="20"/>
          <w:szCs w:val="20"/>
        </w:rPr>
        <w:t>.</w:t>
      </w:r>
      <w:r w:rsidRPr="002F45D5">
        <w:rPr>
          <w:rFonts w:ascii="Arial" w:hAnsi="Arial"/>
          <w:sz w:val="20"/>
          <w:szCs w:val="20"/>
        </w:rPr>
        <w:t>……………</w:t>
      </w:r>
      <w:r w:rsidR="00E16F3A" w:rsidRPr="002F45D5">
        <w:rPr>
          <w:rFonts w:ascii="Arial" w:hAnsi="Arial"/>
          <w:sz w:val="20"/>
          <w:szCs w:val="20"/>
        </w:rPr>
        <w:t>…</w:t>
      </w:r>
      <w:r w:rsidRPr="002F45D5">
        <w:rPr>
          <w:rFonts w:ascii="Arial" w:hAnsi="Arial"/>
          <w:sz w:val="20"/>
          <w:szCs w:val="20"/>
        </w:rPr>
        <w:t xml:space="preserve">…….. (prov. </w:t>
      </w:r>
      <w:proofErr w:type="gramStart"/>
      <w:r w:rsidRPr="002F45D5">
        <w:rPr>
          <w:rFonts w:ascii="Arial" w:hAnsi="Arial"/>
          <w:sz w:val="20"/>
          <w:szCs w:val="20"/>
        </w:rPr>
        <w:t>…</w:t>
      </w:r>
      <w:r w:rsidR="005515BE" w:rsidRPr="002F45D5">
        <w:rPr>
          <w:rFonts w:ascii="Arial" w:hAnsi="Arial"/>
          <w:sz w:val="20"/>
          <w:szCs w:val="20"/>
        </w:rPr>
        <w:t>….</w:t>
      </w:r>
      <w:proofErr w:type="gramEnd"/>
      <w:r w:rsidRPr="002F45D5">
        <w:rPr>
          <w:rFonts w:ascii="Arial" w:hAnsi="Arial"/>
          <w:sz w:val="20"/>
          <w:szCs w:val="20"/>
        </w:rPr>
        <w:t>…..) in via ……………</w:t>
      </w:r>
      <w:r w:rsidR="005515BE" w:rsidRPr="002F45D5">
        <w:rPr>
          <w:rFonts w:ascii="Arial" w:hAnsi="Arial"/>
          <w:sz w:val="20"/>
          <w:szCs w:val="20"/>
        </w:rPr>
        <w:t>…..</w:t>
      </w:r>
      <w:r w:rsidRPr="002F45D5">
        <w:rPr>
          <w:rFonts w:ascii="Arial" w:hAnsi="Arial"/>
          <w:sz w:val="20"/>
          <w:szCs w:val="20"/>
        </w:rPr>
        <w:t>…</w:t>
      </w:r>
      <w:r w:rsidR="00E16F3A" w:rsidRPr="002F45D5">
        <w:rPr>
          <w:rFonts w:ascii="Arial" w:hAnsi="Arial"/>
          <w:sz w:val="20"/>
          <w:szCs w:val="20"/>
        </w:rPr>
        <w:t>…</w:t>
      </w:r>
      <w:r w:rsidRPr="002F45D5">
        <w:rPr>
          <w:rFonts w:ascii="Arial" w:hAnsi="Arial"/>
          <w:sz w:val="20"/>
          <w:szCs w:val="20"/>
        </w:rPr>
        <w:t>……...……</w:t>
      </w:r>
      <w:r w:rsidR="00E16F3A" w:rsidRPr="002F45D5">
        <w:rPr>
          <w:rFonts w:ascii="Arial" w:hAnsi="Arial"/>
          <w:sz w:val="20"/>
          <w:szCs w:val="20"/>
        </w:rPr>
        <w:t>.</w:t>
      </w:r>
      <w:r w:rsidRPr="002F45D5">
        <w:rPr>
          <w:rFonts w:ascii="Arial" w:hAnsi="Arial"/>
          <w:sz w:val="20"/>
          <w:szCs w:val="20"/>
        </w:rPr>
        <w:t>…………. n. ………</w:t>
      </w:r>
    </w:p>
    <w:p w14:paraId="44979C17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in qualità di:</w:t>
      </w:r>
    </w:p>
    <w:p w14:paraId="074BE551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legale rappresentante</w:t>
      </w:r>
    </w:p>
    <w:p w14:paraId="05A9086E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titolare</w:t>
      </w:r>
    </w:p>
    <w:p w14:paraId="40B519AF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procuratore</w:t>
      </w:r>
    </w:p>
    <w:p w14:paraId="7EA7317A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(</w:t>
      </w:r>
      <w:r w:rsidRPr="002F45D5">
        <w:rPr>
          <w:rFonts w:ascii="Arial" w:hAnsi="Arial"/>
          <w:i/>
          <w:lang w:val="it-IT"/>
        </w:rPr>
        <w:t>altro specificare</w:t>
      </w:r>
      <w:r w:rsidRPr="002F45D5">
        <w:rPr>
          <w:rFonts w:ascii="Arial" w:hAnsi="Arial"/>
          <w:lang w:val="it-IT"/>
        </w:rPr>
        <w:t>) …………………………………………………………</w:t>
      </w:r>
      <w:r w:rsidR="00E16F3A" w:rsidRPr="002F45D5">
        <w:rPr>
          <w:rFonts w:ascii="Arial" w:hAnsi="Arial"/>
          <w:lang w:val="it-IT"/>
        </w:rPr>
        <w:t>……</w:t>
      </w:r>
      <w:proofErr w:type="gramStart"/>
      <w:r w:rsidRPr="002F45D5">
        <w:rPr>
          <w:rFonts w:ascii="Arial" w:hAnsi="Arial"/>
          <w:lang w:val="it-IT"/>
        </w:rPr>
        <w:t>…….</w:t>
      </w:r>
      <w:proofErr w:type="gramEnd"/>
      <w:r w:rsidRPr="002F45D5">
        <w:rPr>
          <w:rFonts w:ascii="Arial" w:hAnsi="Arial"/>
          <w:lang w:val="it-IT"/>
        </w:rPr>
        <w:t>…………</w:t>
      </w:r>
      <w:r w:rsidR="005515B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…………………</w:t>
      </w:r>
      <w:r w:rsidR="00E16F3A" w:rsidRPr="002F45D5">
        <w:rPr>
          <w:rFonts w:ascii="Arial" w:hAnsi="Arial"/>
          <w:lang w:val="it-IT"/>
        </w:rPr>
        <w:t>...</w:t>
      </w:r>
      <w:r w:rsidRPr="002F45D5">
        <w:rPr>
          <w:rFonts w:ascii="Arial" w:hAnsi="Arial"/>
          <w:lang w:val="it-IT"/>
        </w:rPr>
        <w:t>………..</w:t>
      </w:r>
    </w:p>
    <w:p w14:paraId="6F220C87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dell’impresa / società</w:t>
      </w:r>
      <w:proofErr w:type="gramStart"/>
      <w:r w:rsidRPr="002F45D5">
        <w:rPr>
          <w:rFonts w:ascii="Arial" w:hAnsi="Arial"/>
          <w:lang w:val="it-IT"/>
        </w:rPr>
        <w:t xml:space="preserve"> ..</w:t>
      </w:r>
      <w:proofErr w:type="gramEnd"/>
      <w:r w:rsidRPr="002F45D5">
        <w:rPr>
          <w:rFonts w:ascii="Arial" w:hAnsi="Arial"/>
          <w:lang w:val="it-IT"/>
        </w:rPr>
        <w:t>……………………………….……………</w:t>
      </w:r>
      <w:r w:rsidR="005515BE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…………………………</w:t>
      </w:r>
      <w:r w:rsidR="00E16F3A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…...………....................</w:t>
      </w:r>
    </w:p>
    <w:p w14:paraId="084796F3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con sede in ……………………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.</w:t>
      </w:r>
      <w:proofErr w:type="gramEnd"/>
      <w:r w:rsidR="00E16F3A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</w:t>
      </w:r>
      <w:r w:rsidR="005515BE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…………………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………..……….…</w:t>
      </w:r>
      <w:r w:rsidR="00E16F3A" w:rsidRPr="002F45D5">
        <w:rPr>
          <w:rFonts w:ascii="Arial" w:hAnsi="Arial"/>
          <w:lang w:val="it-IT"/>
        </w:rPr>
        <w:t xml:space="preserve"> </w:t>
      </w:r>
      <w:r w:rsidRPr="002F45D5">
        <w:rPr>
          <w:rFonts w:ascii="Arial" w:hAnsi="Arial"/>
          <w:lang w:val="it-IT"/>
        </w:rPr>
        <w:t xml:space="preserve"> (cap. </w:t>
      </w:r>
      <w:proofErr w:type="gramStart"/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.</w:t>
      </w:r>
      <w:proofErr w:type="gramEnd"/>
      <w:r w:rsidR="00E16F3A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……….)</w:t>
      </w:r>
      <w:r w:rsidR="00E16F3A" w:rsidRPr="002F45D5">
        <w:rPr>
          <w:rFonts w:ascii="Arial" w:hAnsi="Arial"/>
          <w:lang w:val="it-IT"/>
        </w:rPr>
        <w:t xml:space="preserve"> </w:t>
      </w:r>
      <w:r w:rsidRPr="002F45D5">
        <w:rPr>
          <w:rFonts w:ascii="Arial" w:hAnsi="Arial"/>
          <w:lang w:val="it-IT"/>
        </w:rPr>
        <w:t xml:space="preserve"> (prov. 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……)</w:t>
      </w:r>
    </w:p>
    <w:p w14:paraId="3D769E27" w14:textId="77777777" w:rsidR="002632D4" w:rsidRPr="0081601A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81601A">
        <w:rPr>
          <w:rFonts w:ascii="Arial" w:hAnsi="Arial"/>
          <w:lang w:val="it-IT"/>
        </w:rPr>
        <w:t>via/piazza ………………………………………………</w:t>
      </w:r>
      <w:r w:rsidR="005515BE" w:rsidRPr="0081601A">
        <w:rPr>
          <w:rFonts w:ascii="Arial" w:hAnsi="Arial"/>
          <w:lang w:val="it-IT"/>
        </w:rPr>
        <w:t>……...</w:t>
      </w:r>
      <w:r w:rsidRPr="0081601A">
        <w:rPr>
          <w:rFonts w:ascii="Arial" w:hAnsi="Arial"/>
          <w:lang w:val="it-IT"/>
        </w:rPr>
        <w:t>………………………………</w:t>
      </w:r>
      <w:r w:rsidR="00E16F3A" w:rsidRPr="0081601A">
        <w:rPr>
          <w:rFonts w:ascii="Arial" w:hAnsi="Arial"/>
          <w:lang w:val="it-IT"/>
        </w:rPr>
        <w:t>………</w:t>
      </w:r>
      <w:r w:rsidRPr="0081601A">
        <w:rPr>
          <w:rFonts w:ascii="Arial" w:hAnsi="Arial"/>
          <w:lang w:val="it-IT"/>
        </w:rPr>
        <w:t>………………………………….</w:t>
      </w:r>
    </w:p>
    <w:p w14:paraId="0A9E08A6" w14:textId="77777777" w:rsidR="002632D4" w:rsidRPr="0081601A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81601A">
        <w:rPr>
          <w:rFonts w:ascii="Arial" w:hAnsi="Arial"/>
          <w:lang w:val="it-IT"/>
        </w:rPr>
        <w:t>con C</w:t>
      </w:r>
      <w:r w:rsidR="00DF43F7" w:rsidRPr="0081601A">
        <w:rPr>
          <w:rFonts w:ascii="Arial" w:hAnsi="Arial"/>
          <w:lang w:val="it-IT"/>
        </w:rPr>
        <w:t>odice Fiscale n. ……………</w:t>
      </w:r>
      <w:proofErr w:type="gramStart"/>
      <w:r w:rsidR="00DF43F7" w:rsidRPr="0081601A">
        <w:rPr>
          <w:rFonts w:ascii="Arial" w:hAnsi="Arial"/>
          <w:lang w:val="it-IT"/>
        </w:rPr>
        <w:t>…….</w:t>
      </w:r>
      <w:proofErr w:type="gramEnd"/>
      <w:r w:rsidR="00DF43F7" w:rsidRPr="0081601A">
        <w:rPr>
          <w:rFonts w:ascii="Arial" w:hAnsi="Arial"/>
          <w:lang w:val="it-IT"/>
        </w:rPr>
        <w:t>…………</w:t>
      </w:r>
      <w:r w:rsidR="00CD0880" w:rsidRPr="0081601A">
        <w:rPr>
          <w:rFonts w:ascii="Arial" w:hAnsi="Arial"/>
          <w:lang w:val="it-IT"/>
        </w:rPr>
        <w:t xml:space="preserve"> </w:t>
      </w:r>
      <w:r w:rsidRPr="0081601A">
        <w:rPr>
          <w:rFonts w:ascii="Arial" w:hAnsi="Arial"/>
          <w:lang w:val="it-IT"/>
        </w:rPr>
        <w:t>con P</w:t>
      </w:r>
      <w:r w:rsidR="00CD0880" w:rsidRPr="0081601A">
        <w:rPr>
          <w:rFonts w:ascii="Arial" w:hAnsi="Arial"/>
          <w:lang w:val="it-IT"/>
        </w:rPr>
        <w:t>artita IVA n. ……</w:t>
      </w:r>
      <w:proofErr w:type="gramStart"/>
      <w:r w:rsidR="00CD0880" w:rsidRPr="0081601A">
        <w:rPr>
          <w:rFonts w:ascii="Arial" w:hAnsi="Arial"/>
          <w:lang w:val="it-IT"/>
        </w:rPr>
        <w:t>……</w:t>
      </w:r>
      <w:r w:rsidR="00DF43F7" w:rsidRPr="0081601A">
        <w:rPr>
          <w:rFonts w:ascii="Arial" w:hAnsi="Arial"/>
          <w:lang w:val="it-IT"/>
        </w:rPr>
        <w:t>.</w:t>
      </w:r>
      <w:proofErr w:type="gramEnd"/>
      <w:r w:rsidR="00CD0880" w:rsidRPr="0081601A">
        <w:rPr>
          <w:rFonts w:ascii="Arial" w:hAnsi="Arial"/>
          <w:lang w:val="it-IT"/>
        </w:rPr>
        <w:t>…</w:t>
      </w:r>
      <w:r w:rsidR="00DF43F7" w:rsidRPr="0081601A">
        <w:rPr>
          <w:rFonts w:ascii="Arial" w:hAnsi="Arial"/>
          <w:lang w:val="it-IT"/>
        </w:rPr>
        <w:t>..</w:t>
      </w:r>
      <w:r w:rsidR="00CD0880" w:rsidRPr="0081601A">
        <w:rPr>
          <w:rFonts w:ascii="Arial" w:hAnsi="Arial"/>
          <w:lang w:val="it-IT"/>
        </w:rPr>
        <w:t>………</w:t>
      </w:r>
      <w:r w:rsidR="00DF43F7" w:rsidRPr="0081601A">
        <w:rPr>
          <w:rFonts w:ascii="Arial" w:hAnsi="Arial"/>
          <w:lang w:val="it-IT"/>
        </w:rPr>
        <w:t>… Codice attività n. …………</w:t>
      </w:r>
      <w:proofErr w:type="gramStart"/>
      <w:r w:rsidR="00DF43F7" w:rsidRPr="0081601A">
        <w:rPr>
          <w:rFonts w:ascii="Arial" w:hAnsi="Arial"/>
          <w:lang w:val="it-IT"/>
        </w:rPr>
        <w:t>…….</w:t>
      </w:r>
      <w:proofErr w:type="gramEnd"/>
      <w:r w:rsidR="00DF43F7" w:rsidRPr="0081601A">
        <w:rPr>
          <w:rFonts w:ascii="Arial" w:hAnsi="Arial"/>
          <w:lang w:val="it-IT"/>
        </w:rPr>
        <w:t>.</w:t>
      </w:r>
    </w:p>
    <w:p w14:paraId="6BBE90E8" w14:textId="77777777" w:rsidR="005A5A56" w:rsidRPr="002F45D5" w:rsidRDefault="005A5A56" w:rsidP="005A5A56">
      <w:pPr>
        <w:pStyle w:val="sche3"/>
        <w:rPr>
          <w:rFonts w:ascii="Arial" w:hAnsi="Arial"/>
          <w:lang w:val="it-IT"/>
        </w:rPr>
      </w:pPr>
    </w:p>
    <w:p w14:paraId="08CA14DD" w14:textId="77777777" w:rsidR="005A5A56" w:rsidRPr="00650495" w:rsidRDefault="005A5A56" w:rsidP="005A5A56">
      <w:pPr>
        <w:pStyle w:val="sche3"/>
        <w:rPr>
          <w:rFonts w:ascii="Arial" w:hAnsi="Arial"/>
          <w:lang w:val="it-IT"/>
        </w:rPr>
      </w:pPr>
    </w:p>
    <w:p w14:paraId="4B8F0A12" w14:textId="77777777" w:rsidR="0098592E" w:rsidRPr="00650495" w:rsidRDefault="0098592E" w:rsidP="0098592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5049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49823FB0" w14:textId="77777777" w:rsidR="0098592E" w:rsidRPr="00650495" w:rsidRDefault="0098592E" w:rsidP="0098592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4D2130A" w14:textId="61773354" w:rsidR="0098592E" w:rsidRPr="00650495" w:rsidRDefault="0098592E" w:rsidP="0098592E">
      <w:pPr>
        <w:numPr>
          <w:ilvl w:val="0"/>
          <w:numId w:val="6"/>
        </w:numPr>
        <w:tabs>
          <w:tab w:val="clear" w:pos="720"/>
          <w:tab w:val="num" w:pos="600"/>
        </w:tabs>
        <w:ind w:left="600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che ai sensi dell'art. 3, comma 7, della Legge 13 Agosto 2010, n.136, è dedicato il seguente conto corrente bancario/postale:</w:t>
      </w:r>
    </w:p>
    <w:p w14:paraId="2A3120C7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Numero conto corrente: __________________</w:t>
      </w:r>
    </w:p>
    <w:p w14:paraId="39C34A56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Istituto di Credito: _______________________</w:t>
      </w:r>
    </w:p>
    <w:p w14:paraId="14078921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Agenzia: _______________________________</w:t>
      </w:r>
    </w:p>
    <w:p w14:paraId="00248033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IBAN: _________________________________</w:t>
      </w:r>
    </w:p>
    <w:p w14:paraId="1356C367" w14:textId="77777777" w:rsidR="0098592E" w:rsidRPr="00650495" w:rsidRDefault="0098592E" w:rsidP="009859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92F39B" w14:textId="77777777" w:rsidR="0098592E" w:rsidRPr="00650495" w:rsidRDefault="0098592E" w:rsidP="0098592E">
      <w:pPr>
        <w:numPr>
          <w:ilvl w:val="0"/>
          <w:numId w:val="6"/>
        </w:numPr>
        <w:tabs>
          <w:tab w:val="clear" w:pos="720"/>
          <w:tab w:val="num" w:pos="600"/>
        </w:tabs>
        <w:ind w:left="600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che i soggetti delegati ad operare sul conto corrente sopra menzionato sono i seguenti:</w:t>
      </w:r>
    </w:p>
    <w:p w14:paraId="5A983118" w14:textId="77777777" w:rsidR="0098592E" w:rsidRPr="00650495" w:rsidRDefault="0098592E" w:rsidP="0098592E">
      <w:pPr>
        <w:ind w:left="600"/>
        <w:rPr>
          <w:rFonts w:ascii="Arial" w:hAnsi="Arial" w:cs="Arial"/>
          <w:sz w:val="20"/>
          <w:szCs w:val="20"/>
        </w:rPr>
      </w:pPr>
    </w:p>
    <w:p w14:paraId="1BA04311" w14:textId="77777777" w:rsidR="0098592E" w:rsidRPr="00650495" w:rsidRDefault="0098592E" w:rsidP="0098592E">
      <w:pPr>
        <w:numPr>
          <w:ilvl w:val="1"/>
          <w:numId w:val="6"/>
        </w:numPr>
        <w:tabs>
          <w:tab w:val="clear" w:pos="1440"/>
          <w:tab w:val="num" w:pos="960"/>
        </w:tabs>
        <w:spacing w:line="360" w:lineRule="auto"/>
        <w:ind w:left="958" w:hanging="357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Sig./Sig.ra _____________________________ Nato/a </w:t>
      </w:r>
      <w:proofErr w:type="spellStart"/>
      <w:r w:rsidRPr="00650495">
        <w:rPr>
          <w:rFonts w:ascii="Arial" w:hAnsi="Arial" w:cs="Arial"/>
          <w:sz w:val="20"/>
          <w:szCs w:val="20"/>
        </w:rPr>
        <w:t>a</w:t>
      </w:r>
      <w:proofErr w:type="spellEnd"/>
      <w:r w:rsidRPr="00650495">
        <w:rPr>
          <w:rFonts w:ascii="Arial" w:hAnsi="Arial" w:cs="Arial"/>
          <w:sz w:val="20"/>
          <w:szCs w:val="20"/>
        </w:rPr>
        <w:t xml:space="preserve"> _______________________ il ____/____/______ Codice Fiscale ______________________________ Residente in _________________________________ Via ___________________________________________________</w:t>
      </w:r>
    </w:p>
    <w:p w14:paraId="6E399B98" w14:textId="77777777" w:rsidR="0098592E" w:rsidRPr="00650495" w:rsidRDefault="0098592E" w:rsidP="0098592E">
      <w:pPr>
        <w:numPr>
          <w:ilvl w:val="1"/>
          <w:numId w:val="6"/>
        </w:numPr>
        <w:tabs>
          <w:tab w:val="clear" w:pos="1440"/>
          <w:tab w:val="num" w:pos="960"/>
        </w:tabs>
        <w:spacing w:line="360" w:lineRule="auto"/>
        <w:ind w:left="958" w:hanging="357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Sig./Sig.ra _____________________________ Nato/a </w:t>
      </w:r>
      <w:proofErr w:type="spellStart"/>
      <w:r w:rsidRPr="00650495">
        <w:rPr>
          <w:rFonts w:ascii="Arial" w:hAnsi="Arial" w:cs="Arial"/>
          <w:sz w:val="20"/>
          <w:szCs w:val="20"/>
        </w:rPr>
        <w:t>a</w:t>
      </w:r>
      <w:proofErr w:type="spellEnd"/>
      <w:r w:rsidRPr="00650495">
        <w:rPr>
          <w:rFonts w:ascii="Arial" w:hAnsi="Arial" w:cs="Arial"/>
          <w:sz w:val="20"/>
          <w:szCs w:val="20"/>
        </w:rPr>
        <w:t xml:space="preserve"> _______________________ il ____/____/______ Codice Fiscale _____________________________ Residente in __________________________________ Via ___________________________________________________</w:t>
      </w:r>
    </w:p>
    <w:p w14:paraId="33130DCE" w14:textId="77777777" w:rsidR="0098592E" w:rsidRDefault="0098592E" w:rsidP="0098592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14:paraId="7D056DC6" w14:textId="77777777" w:rsidR="0056443E" w:rsidRPr="00650495" w:rsidRDefault="0056443E" w:rsidP="0098592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il proprio regime fiscale è il seguente:_________________</w:t>
      </w:r>
    </w:p>
    <w:p w14:paraId="5451523E" w14:textId="77777777" w:rsidR="0098592E" w:rsidRPr="00650495" w:rsidRDefault="0098592E" w:rsidP="0098592E">
      <w:pPr>
        <w:jc w:val="both"/>
        <w:rPr>
          <w:rFonts w:ascii="Arial" w:hAnsi="Arial" w:cs="Arial"/>
          <w:sz w:val="20"/>
          <w:szCs w:val="20"/>
        </w:rPr>
      </w:pPr>
    </w:p>
    <w:p w14:paraId="4ECD048A" w14:textId="77777777" w:rsidR="0098592E" w:rsidRPr="00650495" w:rsidRDefault="0098592E" w:rsidP="0098592E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Letto, confermato e sottoscritto il giorno ____/____/______</w:t>
      </w:r>
    </w:p>
    <w:p w14:paraId="263FCC8A" w14:textId="1BF13310" w:rsidR="00437359" w:rsidRDefault="0098592E" w:rsidP="0098592E">
      <w:pPr>
        <w:widowControl w:val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 </w:t>
      </w:r>
    </w:p>
    <w:p w14:paraId="2A34112E" w14:textId="103F8035" w:rsidR="0098592E" w:rsidRPr="00650495" w:rsidRDefault="00437359" w:rsidP="0098592E">
      <w:pPr>
        <w:widowControl w:val="0"/>
        <w:ind w:left="637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Firma digitale</w:t>
      </w:r>
    </w:p>
    <w:p w14:paraId="2A83CC88" w14:textId="77777777" w:rsidR="0098592E" w:rsidRPr="00650495" w:rsidRDefault="0098592E" w:rsidP="0098592E">
      <w:pPr>
        <w:widowControl w:val="0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D4A4770" w14:textId="77777777" w:rsidR="0098592E" w:rsidRPr="00650495" w:rsidRDefault="0098592E" w:rsidP="0098592E">
      <w:pPr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  <w:t>__________________________</w:t>
      </w:r>
    </w:p>
    <w:sectPr w:rsidR="0098592E" w:rsidRPr="00650495" w:rsidSect="005515BE">
      <w:foot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E7516" w14:textId="77777777" w:rsidR="002D060E" w:rsidRDefault="002D060E">
      <w:r>
        <w:separator/>
      </w:r>
    </w:p>
  </w:endnote>
  <w:endnote w:type="continuationSeparator" w:id="0">
    <w:p w14:paraId="1EF4A773" w14:textId="77777777" w:rsidR="002D060E" w:rsidRDefault="002D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01E54" w14:textId="25284DAD" w:rsidR="00225DC9" w:rsidRPr="003D17C7" w:rsidRDefault="00225DC9" w:rsidP="00051FE8">
    <w:pPr>
      <w:pStyle w:val="Pidipagina"/>
      <w:pBdr>
        <w:top w:val="single" w:sz="4" w:space="1" w:color="auto"/>
      </w:pBdr>
      <w:tabs>
        <w:tab w:val="clear" w:pos="4819"/>
        <w:tab w:val="clear" w:pos="9638"/>
        <w:tab w:val="right" w:pos="10800"/>
      </w:tabs>
      <w:rPr>
        <w:sz w:val="14"/>
        <w:szCs w:val="14"/>
      </w:rPr>
    </w:pPr>
    <w:r w:rsidRPr="003D17C7">
      <w:rPr>
        <w:sz w:val="14"/>
        <w:szCs w:val="14"/>
      </w:rPr>
      <w:tab/>
    </w:r>
    <w:r w:rsidRPr="003D17C7">
      <w:rPr>
        <w:rStyle w:val="Numeropagina"/>
        <w:sz w:val="14"/>
        <w:szCs w:val="14"/>
      </w:rPr>
      <w:fldChar w:fldCharType="begin"/>
    </w:r>
    <w:r w:rsidRPr="003D17C7">
      <w:rPr>
        <w:rStyle w:val="Numeropagina"/>
        <w:sz w:val="14"/>
        <w:szCs w:val="14"/>
      </w:rPr>
      <w:instrText xml:space="preserve"> PAGE </w:instrText>
    </w:r>
    <w:r w:rsidRPr="003D17C7">
      <w:rPr>
        <w:rStyle w:val="Numeropagina"/>
        <w:sz w:val="14"/>
        <w:szCs w:val="14"/>
      </w:rPr>
      <w:fldChar w:fldCharType="separate"/>
    </w:r>
    <w:r w:rsidR="007D25D2">
      <w:rPr>
        <w:rStyle w:val="Numeropagina"/>
        <w:noProof/>
        <w:sz w:val="14"/>
        <w:szCs w:val="14"/>
      </w:rPr>
      <w:t>1</w:t>
    </w:r>
    <w:r w:rsidRPr="003D17C7">
      <w:rPr>
        <w:rStyle w:val="Numeropagi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D83A" w14:textId="77777777" w:rsidR="002D060E" w:rsidRDefault="002D060E">
      <w:r>
        <w:separator/>
      </w:r>
    </w:p>
  </w:footnote>
  <w:footnote w:type="continuationSeparator" w:id="0">
    <w:p w14:paraId="2688216D" w14:textId="77777777" w:rsidR="002D060E" w:rsidRDefault="002D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67B0"/>
    <w:multiLevelType w:val="hybridMultilevel"/>
    <w:tmpl w:val="C34002AC"/>
    <w:lvl w:ilvl="0" w:tplc="4112DE88">
      <w:start w:val="1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E515B1C"/>
    <w:multiLevelType w:val="hybridMultilevel"/>
    <w:tmpl w:val="1360A84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40DB7"/>
    <w:multiLevelType w:val="hybridMultilevel"/>
    <w:tmpl w:val="AAE6B46E"/>
    <w:lvl w:ilvl="0" w:tplc="931864E0">
      <w:start w:val="20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6C4842D0"/>
    <w:multiLevelType w:val="hybridMultilevel"/>
    <w:tmpl w:val="65C6D3A0"/>
    <w:lvl w:ilvl="0" w:tplc="4DE248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83"/>
    <w:rsid w:val="0001217A"/>
    <w:rsid w:val="0001470E"/>
    <w:rsid w:val="00022662"/>
    <w:rsid w:val="00027803"/>
    <w:rsid w:val="000317A9"/>
    <w:rsid w:val="00036156"/>
    <w:rsid w:val="000427BB"/>
    <w:rsid w:val="00051FE8"/>
    <w:rsid w:val="00053FDC"/>
    <w:rsid w:val="000654B4"/>
    <w:rsid w:val="00075C9D"/>
    <w:rsid w:val="00076A32"/>
    <w:rsid w:val="00081116"/>
    <w:rsid w:val="00082EEE"/>
    <w:rsid w:val="00083EEB"/>
    <w:rsid w:val="00084787"/>
    <w:rsid w:val="000854A7"/>
    <w:rsid w:val="00087508"/>
    <w:rsid w:val="0009381E"/>
    <w:rsid w:val="00093E6C"/>
    <w:rsid w:val="000A02E6"/>
    <w:rsid w:val="000A6311"/>
    <w:rsid w:val="000B77A6"/>
    <w:rsid w:val="000C1F1E"/>
    <w:rsid w:val="000C7B73"/>
    <w:rsid w:val="000F3723"/>
    <w:rsid w:val="000F4B73"/>
    <w:rsid w:val="000F73DC"/>
    <w:rsid w:val="00101AFB"/>
    <w:rsid w:val="0010412A"/>
    <w:rsid w:val="001065E5"/>
    <w:rsid w:val="00110684"/>
    <w:rsid w:val="00110E59"/>
    <w:rsid w:val="0011142A"/>
    <w:rsid w:val="0011640F"/>
    <w:rsid w:val="00117E1F"/>
    <w:rsid w:val="001242C9"/>
    <w:rsid w:val="00126BF6"/>
    <w:rsid w:val="00134FC3"/>
    <w:rsid w:val="00142D33"/>
    <w:rsid w:val="0014420E"/>
    <w:rsid w:val="00164E81"/>
    <w:rsid w:val="00170EE4"/>
    <w:rsid w:val="0017766C"/>
    <w:rsid w:val="00195FE9"/>
    <w:rsid w:val="001A52EA"/>
    <w:rsid w:val="001A762B"/>
    <w:rsid w:val="001C0EBC"/>
    <w:rsid w:val="001C4A07"/>
    <w:rsid w:val="00204F25"/>
    <w:rsid w:val="00206187"/>
    <w:rsid w:val="00207D1F"/>
    <w:rsid w:val="00214DA1"/>
    <w:rsid w:val="0022074E"/>
    <w:rsid w:val="00225DC9"/>
    <w:rsid w:val="00226315"/>
    <w:rsid w:val="00232B47"/>
    <w:rsid w:val="00237DD1"/>
    <w:rsid w:val="00244A2B"/>
    <w:rsid w:val="002465FD"/>
    <w:rsid w:val="00251050"/>
    <w:rsid w:val="002626E2"/>
    <w:rsid w:val="002632D4"/>
    <w:rsid w:val="00273A15"/>
    <w:rsid w:val="00276415"/>
    <w:rsid w:val="002827FE"/>
    <w:rsid w:val="0029031F"/>
    <w:rsid w:val="00292BAE"/>
    <w:rsid w:val="002A11E1"/>
    <w:rsid w:val="002A1B61"/>
    <w:rsid w:val="002A6DBD"/>
    <w:rsid w:val="002B2CC0"/>
    <w:rsid w:val="002C663F"/>
    <w:rsid w:val="002D060E"/>
    <w:rsid w:val="002D4C15"/>
    <w:rsid w:val="002E10E9"/>
    <w:rsid w:val="002F02FC"/>
    <w:rsid w:val="002F3B60"/>
    <w:rsid w:val="002F45D5"/>
    <w:rsid w:val="003105EC"/>
    <w:rsid w:val="00320273"/>
    <w:rsid w:val="003225D6"/>
    <w:rsid w:val="00324D18"/>
    <w:rsid w:val="0033248F"/>
    <w:rsid w:val="00341DFC"/>
    <w:rsid w:val="003503B1"/>
    <w:rsid w:val="00353608"/>
    <w:rsid w:val="00384929"/>
    <w:rsid w:val="00396819"/>
    <w:rsid w:val="003A4A14"/>
    <w:rsid w:val="003A662C"/>
    <w:rsid w:val="003C017F"/>
    <w:rsid w:val="003D0AE4"/>
    <w:rsid w:val="003D1736"/>
    <w:rsid w:val="003D17C7"/>
    <w:rsid w:val="00401227"/>
    <w:rsid w:val="00407C58"/>
    <w:rsid w:val="004127AE"/>
    <w:rsid w:val="00415136"/>
    <w:rsid w:val="004242BA"/>
    <w:rsid w:val="00432C80"/>
    <w:rsid w:val="004371C6"/>
    <w:rsid w:val="00437359"/>
    <w:rsid w:val="0044521E"/>
    <w:rsid w:val="00453280"/>
    <w:rsid w:val="00454E5E"/>
    <w:rsid w:val="00456567"/>
    <w:rsid w:val="00462429"/>
    <w:rsid w:val="00463E35"/>
    <w:rsid w:val="00487E14"/>
    <w:rsid w:val="00497252"/>
    <w:rsid w:val="004B4335"/>
    <w:rsid w:val="004C20A5"/>
    <w:rsid w:val="004E062E"/>
    <w:rsid w:val="004E092E"/>
    <w:rsid w:val="004E1F88"/>
    <w:rsid w:val="004F1133"/>
    <w:rsid w:val="004F397C"/>
    <w:rsid w:val="004F52C6"/>
    <w:rsid w:val="005000AB"/>
    <w:rsid w:val="00511675"/>
    <w:rsid w:val="005272DD"/>
    <w:rsid w:val="00545740"/>
    <w:rsid w:val="00551405"/>
    <w:rsid w:val="005515BE"/>
    <w:rsid w:val="005520BF"/>
    <w:rsid w:val="005530E3"/>
    <w:rsid w:val="0055730C"/>
    <w:rsid w:val="00560408"/>
    <w:rsid w:val="0056443E"/>
    <w:rsid w:val="0056740F"/>
    <w:rsid w:val="0057088B"/>
    <w:rsid w:val="00576005"/>
    <w:rsid w:val="00584D9F"/>
    <w:rsid w:val="00587E66"/>
    <w:rsid w:val="00594132"/>
    <w:rsid w:val="005967E3"/>
    <w:rsid w:val="00597413"/>
    <w:rsid w:val="005A5A56"/>
    <w:rsid w:val="005B5213"/>
    <w:rsid w:val="005B7EF3"/>
    <w:rsid w:val="005C708A"/>
    <w:rsid w:val="005D4C92"/>
    <w:rsid w:val="005D564B"/>
    <w:rsid w:val="005E3476"/>
    <w:rsid w:val="005E7B66"/>
    <w:rsid w:val="00647FCE"/>
    <w:rsid w:val="00650495"/>
    <w:rsid w:val="00657B88"/>
    <w:rsid w:val="00664A42"/>
    <w:rsid w:val="00666A37"/>
    <w:rsid w:val="00671261"/>
    <w:rsid w:val="00672F08"/>
    <w:rsid w:val="00673080"/>
    <w:rsid w:val="00673D17"/>
    <w:rsid w:val="00687F92"/>
    <w:rsid w:val="006A4739"/>
    <w:rsid w:val="006B1A1E"/>
    <w:rsid w:val="006D0368"/>
    <w:rsid w:val="006D71CD"/>
    <w:rsid w:val="006E1045"/>
    <w:rsid w:val="006E1C4B"/>
    <w:rsid w:val="006E2374"/>
    <w:rsid w:val="006E323D"/>
    <w:rsid w:val="006E77B3"/>
    <w:rsid w:val="007013C7"/>
    <w:rsid w:val="0070450E"/>
    <w:rsid w:val="0070548F"/>
    <w:rsid w:val="007056F4"/>
    <w:rsid w:val="00707CD2"/>
    <w:rsid w:val="00722245"/>
    <w:rsid w:val="00725D61"/>
    <w:rsid w:val="00727563"/>
    <w:rsid w:val="00727849"/>
    <w:rsid w:val="00732FA6"/>
    <w:rsid w:val="007350B1"/>
    <w:rsid w:val="00744008"/>
    <w:rsid w:val="00744959"/>
    <w:rsid w:val="007500E3"/>
    <w:rsid w:val="007543D8"/>
    <w:rsid w:val="00756758"/>
    <w:rsid w:val="0075769A"/>
    <w:rsid w:val="00770078"/>
    <w:rsid w:val="007806C5"/>
    <w:rsid w:val="00781545"/>
    <w:rsid w:val="00791EA2"/>
    <w:rsid w:val="00797F88"/>
    <w:rsid w:val="007A3BDB"/>
    <w:rsid w:val="007A7DC3"/>
    <w:rsid w:val="007C02BF"/>
    <w:rsid w:val="007C0FAE"/>
    <w:rsid w:val="007C3912"/>
    <w:rsid w:val="007D1FB0"/>
    <w:rsid w:val="007D25D2"/>
    <w:rsid w:val="007D749E"/>
    <w:rsid w:val="007E2C9D"/>
    <w:rsid w:val="007F0410"/>
    <w:rsid w:val="007F3391"/>
    <w:rsid w:val="00806A36"/>
    <w:rsid w:val="00813EB5"/>
    <w:rsid w:val="0081601A"/>
    <w:rsid w:val="00831555"/>
    <w:rsid w:val="008506B8"/>
    <w:rsid w:val="0085688B"/>
    <w:rsid w:val="00856F80"/>
    <w:rsid w:val="00862E5B"/>
    <w:rsid w:val="008647AB"/>
    <w:rsid w:val="0087014B"/>
    <w:rsid w:val="0087199B"/>
    <w:rsid w:val="008853B6"/>
    <w:rsid w:val="008976B3"/>
    <w:rsid w:val="008A49F2"/>
    <w:rsid w:val="008B0034"/>
    <w:rsid w:val="008B3997"/>
    <w:rsid w:val="008B5989"/>
    <w:rsid w:val="008C144A"/>
    <w:rsid w:val="008C189E"/>
    <w:rsid w:val="008D2383"/>
    <w:rsid w:val="008E4ED5"/>
    <w:rsid w:val="0090589B"/>
    <w:rsid w:val="00906197"/>
    <w:rsid w:val="00932AB1"/>
    <w:rsid w:val="0093398D"/>
    <w:rsid w:val="00936D0D"/>
    <w:rsid w:val="00940474"/>
    <w:rsid w:val="00942763"/>
    <w:rsid w:val="00955252"/>
    <w:rsid w:val="00963369"/>
    <w:rsid w:val="0096622E"/>
    <w:rsid w:val="00970411"/>
    <w:rsid w:val="00972E2C"/>
    <w:rsid w:val="009757E2"/>
    <w:rsid w:val="00975ADD"/>
    <w:rsid w:val="009760A5"/>
    <w:rsid w:val="00981A18"/>
    <w:rsid w:val="0098592E"/>
    <w:rsid w:val="00985D81"/>
    <w:rsid w:val="009871DE"/>
    <w:rsid w:val="00990394"/>
    <w:rsid w:val="00990ADA"/>
    <w:rsid w:val="009958D7"/>
    <w:rsid w:val="009A3D93"/>
    <w:rsid w:val="009A5B56"/>
    <w:rsid w:val="009B0594"/>
    <w:rsid w:val="009B4898"/>
    <w:rsid w:val="009B4F15"/>
    <w:rsid w:val="009B7ABE"/>
    <w:rsid w:val="00A01D88"/>
    <w:rsid w:val="00A04250"/>
    <w:rsid w:val="00A045AC"/>
    <w:rsid w:val="00A14130"/>
    <w:rsid w:val="00A1708F"/>
    <w:rsid w:val="00A217C9"/>
    <w:rsid w:val="00A25C89"/>
    <w:rsid w:val="00A313A0"/>
    <w:rsid w:val="00A349B9"/>
    <w:rsid w:val="00A44041"/>
    <w:rsid w:val="00A53208"/>
    <w:rsid w:val="00A56943"/>
    <w:rsid w:val="00A61E0F"/>
    <w:rsid w:val="00A64578"/>
    <w:rsid w:val="00A7083A"/>
    <w:rsid w:val="00A761F2"/>
    <w:rsid w:val="00A91972"/>
    <w:rsid w:val="00A96DCA"/>
    <w:rsid w:val="00AA75D4"/>
    <w:rsid w:val="00AB2E75"/>
    <w:rsid w:val="00AB7C59"/>
    <w:rsid w:val="00AC38C7"/>
    <w:rsid w:val="00AC732B"/>
    <w:rsid w:val="00AC7590"/>
    <w:rsid w:val="00AE6784"/>
    <w:rsid w:val="00B00F31"/>
    <w:rsid w:val="00B057DA"/>
    <w:rsid w:val="00B12562"/>
    <w:rsid w:val="00B1655F"/>
    <w:rsid w:val="00B24675"/>
    <w:rsid w:val="00B27AF0"/>
    <w:rsid w:val="00B4039D"/>
    <w:rsid w:val="00B558E3"/>
    <w:rsid w:val="00B67E4B"/>
    <w:rsid w:val="00B71A21"/>
    <w:rsid w:val="00B74F77"/>
    <w:rsid w:val="00B832A9"/>
    <w:rsid w:val="00B9571C"/>
    <w:rsid w:val="00BA0DB8"/>
    <w:rsid w:val="00BA40E5"/>
    <w:rsid w:val="00BA6846"/>
    <w:rsid w:val="00BC1413"/>
    <w:rsid w:val="00BC2E5F"/>
    <w:rsid w:val="00BE4AA7"/>
    <w:rsid w:val="00BE54BF"/>
    <w:rsid w:val="00BE788A"/>
    <w:rsid w:val="00BF0A03"/>
    <w:rsid w:val="00BF677E"/>
    <w:rsid w:val="00C05412"/>
    <w:rsid w:val="00C12A9D"/>
    <w:rsid w:val="00C17158"/>
    <w:rsid w:val="00C44FF7"/>
    <w:rsid w:val="00C4686D"/>
    <w:rsid w:val="00C61E04"/>
    <w:rsid w:val="00C85D19"/>
    <w:rsid w:val="00C91FB8"/>
    <w:rsid w:val="00C97DCF"/>
    <w:rsid w:val="00CA2332"/>
    <w:rsid w:val="00CB5C4D"/>
    <w:rsid w:val="00CD0880"/>
    <w:rsid w:val="00CD2C01"/>
    <w:rsid w:val="00CD5328"/>
    <w:rsid w:val="00CF27FA"/>
    <w:rsid w:val="00D1044D"/>
    <w:rsid w:val="00D1481C"/>
    <w:rsid w:val="00D215B8"/>
    <w:rsid w:val="00D353EF"/>
    <w:rsid w:val="00D35CA9"/>
    <w:rsid w:val="00D611C3"/>
    <w:rsid w:val="00D6704E"/>
    <w:rsid w:val="00D71F54"/>
    <w:rsid w:val="00D728F4"/>
    <w:rsid w:val="00D7422D"/>
    <w:rsid w:val="00D75378"/>
    <w:rsid w:val="00D760CE"/>
    <w:rsid w:val="00D76E1C"/>
    <w:rsid w:val="00D83E95"/>
    <w:rsid w:val="00DA4491"/>
    <w:rsid w:val="00DB7B16"/>
    <w:rsid w:val="00DC0F6D"/>
    <w:rsid w:val="00DC1458"/>
    <w:rsid w:val="00DC2D21"/>
    <w:rsid w:val="00DD1FF7"/>
    <w:rsid w:val="00DE63F9"/>
    <w:rsid w:val="00DF2550"/>
    <w:rsid w:val="00DF43F7"/>
    <w:rsid w:val="00DF659F"/>
    <w:rsid w:val="00E01ED6"/>
    <w:rsid w:val="00E05183"/>
    <w:rsid w:val="00E113E7"/>
    <w:rsid w:val="00E16F3A"/>
    <w:rsid w:val="00E266F2"/>
    <w:rsid w:val="00E31492"/>
    <w:rsid w:val="00E40B75"/>
    <w:rsid w:val="00E560E0"/>
    <w:rsid w:val="00E626F2"/>
    <w:rsid w:val="00E71AC1"/>
    <w:rsid w:val="00E77615"/>
    <w:rsid w:val="00E81816"/>
    <w:rsid w:val="00E8782B"/>
    <w:rsid w:val="00E87D1D"/>
    <w:rsid w:val="00E95C78"/>
    <w:rsid w:val="00E969D5"/>
    <w:rsid w:val="00EA07EE"/>
    <w:rsid w:val="00EB2F7F"/>
    <w:rsid w:val="00EC361A"/>
    <w:rsid w:val="00EE5385"/>
    <w:rsid w:val="00EF495E"/>
    <w:rsid w:val="00EF6D1B"/>
    <w:rsid w:val="00EF7CFB"/>
    <w:rsid w:val="00F01B91"/>
    <w:rsid w:val="00F11D5E"/>
    <w:rsid w:val="00F1487A"/>
    <w:rsid w:val="00F20FD5"/>
    <w:rsid w:val="00F213E4"/>
    <w:rsid w:val="00F32935"/>
    <w:rsid w:val="00F32A78"/>
    <w:rsid w:val="00F33371"/>
    <w:rsid w:val="00F37AAA"/>
    <w:rsid w:val="00F510C6"/>
    <w:rsid w:val="00F52740"/>
    <w:rsid w:val="00F54C3A"/>
    <w:rsid w:val="00F56D7F"/>
    <w:rsid w:val="00F67859"/>
    <w:rsid w:val="00F708F1"/>
    <w:rsid w:val="00F714B4"/>
    <w:rsid w:val="00F74974"/>
    <w:rsid w:val="00F77BA0"/>
    <w:rsid w:val="00F85532"/>
    <w:rsid w:val="00F8733C"/>
    <w:rsid w:val="00F87895"/>
    <w:rsid w:val="00F95E00"/>
    <w:rsid w:val="00FA4A79"/>
    <w:rsid w:val="00FA4B2E"/>
    <w:rsid w:val="00FA4FE3"/>
    <w:rsid w:val="00FB39D8"/>
    <w:rsid w:val="00FB797C"/>
    <w:rsid w:val="00FC3E39"/>
    <w:rsid w:val="00FC781C"/>
    <w:rsid w:val="00FD0ECF"/>
    <w:rsid w:val="00FD2009"/>
    <w:rsid w:val="00FD6158"/>
    <w:rsid w:val="00FF19C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51B8"/>
  <w15:chartTrackingRefBased/>
  <w15:docId w15:val="{EA1AFCB8-4F37-4B55-831A-1AD8E60E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A5A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5A5A5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5A5A5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">
    <w:name w:val="Corpo del testo"/>
    <w:basedOn w:val="Normale"/>
    <w:rsid w:val="005A5A56"/>
    <w:rPr>
      <w:b/>
      <w:bCs/>
      <w:sz w:val="28"/>
    </w:rPr>
  </w:style>
  <w:style w:type="paragraph" w:customStyle="1" w:styleId="sche4">
    <w:name w:val="sche_4"/>
    <w:rsid w:val="005A5A56"/>
    <w:pPr>
      <w:widowControl w:val="0"/>
      <w:jc w:val="both"/>
    </w:pPr>
    <w:rPr>
      <w:lang w:val="en-US"/>
    </w:rPr>
  </w:style>
  <w:style w:type="paragraph" w:styleId="Intestazione">
    <w:name w:val="header"/>
    <w:basedOn w:val="Normale"/>
    <w:rsid w:val="005457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457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45740"/>
  </w:style>
  <w:style w:type="table" w:styleId="Grigliatabella">
    <w:name w:val="Table Grid"/>
    <w:basedOn w:val="Tabellanormale"/>
    <w:rsid w:val="00D72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5530E3"/>
    <w:rPr>
      <w:sz w:val="20"/>
      <w:szCs w:val="20"/>
    </w:rPr>
  </w:style>
  <w:style w:type="character" w:styleId="Rimandonotaapidipagina">
    <w:name w:val="footnote reference"/>
    <w:semiHidden/>
    <w:rsid w:val="005530E3"/>
    <w:rPr>
      <w:vertAlign w:val="superscript"/>
    </w:rPr>
  </w:style>
  <w:style w:type="paragraph" w:customStyle="1" w:styleId="Lettere">
    <w:name w:val="Lettere"/>
    <w:basedOn w:val="Normale"/>
    <w:rsid w:val="0027641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Collegamentoipertestuale">
    <w:name w:val="Hyperlink"/>
    <w:rsid w:val="00276415"/>
    <w:rPr>
      <w:color w:val="0000FF"/>
      <w:u w:val="single"/>
    </w:rPr>
  </w:style>
  <w:style w:type="paragraph" w:styleId="Rientrocorpodeltesto">
    <w:name w:val="Body Text Indent"/>
    <w:basedOn w:val="Normale"/>
    <w:rsid w:val="001C0EBC"/>
    <w:pPr>
      <w:spacing w:after="120"/>
      <w:ind w:left="283"/>
    </w:pPr>
  </w:style>
  <w:style w:type="character" w:customStyle="1" w:styleId="Caratteredellanota">
    <w:name w:val="Carattere della nota"/>
    <w:rsid w:val="0098592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sid w:val="00985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voli_llpp\Desktop\DOCUMENTI%20VARI%20DESKTOP%20(13-09-2012)\MODELLI%20PC%20STEVOLI%20(10-08-2012)\Gare\DOMANDA%20ammissione%20da%20250.000,00%20Euro%20(10-01-12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DOMANDA ammissione da 250.000,00 Euro (10-01-12).dot</Template>
  <TotalTime>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AMMISSIONE ALLA GARA E DICHIARAZIONE A CORREDO DELL’OFFERTA</vt:lpstr>
    </vt:vector>
  </TitlesOfParts>
  <Company>Comune di Ferrara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AMMISSIONE ALLA GARA E DICHIARAZIONE A CORREDO DELL’OFFERTA</dc:title>
  <dc:subject/>
  <dc:creator>Paola Stavoli</dc:creator>
  <cp:keywords/>
  <cp:lastModifiedBy>Davide.Podo</cp:lastModifiedBy>
  <cp:revision>10</cp:revision>
  <cp:lastPrinted>2015-12-02T12:28:00Z</cp:lastPrinted>
  <dcterms:created xsi:type="dcterms:W3CDTF">2024-08-04T17:39:00Z</dcterms:created>
  <dcterms:modified xsi:type="dcterms:W3CDTF">2024-08-30T05:14:00Z</dcterms:modified>
</cp:coreProperties>
</file>